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EDA13" w14:textId="77777777" w:rsidR="002A0875" w:rsidRPr="001F5259" w:rsidRDefault="00BE5D85" w:rsidP="0044075F">
      <w:pPr>
        <w:rPr>
          <w:rFonts w:ascii="Garamond" w:hAnsi="Garamond"/>
          <w:b/>
          <w:i/>
          <w:sz w:val="44"/>
          <w:szCs w:val="44"/>
        </w:rPr>
      </w:pPr>
      <w:r w:rsidRPr="001F5259">
        <w:rPr>
          <w:rFonts w:ascii="Garamond" w:hAnsi="Garamond"/>
          <w:b/>
          <w:i/>
          <w:sz w:val="44"/>
          <w:szCs w:val="44"/>
        </w:rPr>
        <w:t>Miracle of Hope</w:t>
      </w:r>
    </w:p>
    <w:p w14:paraId="61F0E590" w14:textId="77777777" w:rsidR="0084126F" w:rsidRPr="0044075F" w:rsidRDefault="002A0875" w:rsidP="0044075F">
      <w:pPr>
        <w:rPr>
          <w:rFonts w:ascii="Garamond" w:hAnsi="Garamond"/>
          <w:b/>
          <w:i/>
          <w:sz w:val="18"/>
          <w:szCs w:val="18"/>
        </w:rPr>
      </w:pPr>
      <w:r w:rsidRPr="0044075F">
        <w:rPr>
          <w:rFonts w:ascii="Garamond" w:hAnsi="Garamond"/>
          <w:b/>
          <w:i/>
          <w:sz w:val="36"/>
          <w:szCs w:val="36"/>
        </w:rPr>
        <w:t xml:space="preserve"> </w:t>
      </w:r>
      <w:r w:rsidRPr="0044075F">
        <w:rPr>
          <w:rFonts w:ascii="Garamond" w:hAnsi="Garamond"/>
          <w:b/>
          <w:i/>
          <w:sz w:val="18"/>
          <w:szCs w:val="18"/>
        </w:rPr>
        <w:t>(</w:t>
      </w:r>
      <w:r w:rsidR="00503921">
        <w:rPr>
          <w:rFonts w:ascii="Garamond" w:hAnsi="Garamond"/>
          <w:b/>
          <w:i/>
          <w:sz w:val="18"/>
          <w:szCs w:val="18"/>
        </w:rPr>
        <w:t>Michele Wagner-Trevor Morgan</w:t>
      </w:r>
      <w:r w:rsidRPr="0044075F">
        <w:rPr>
          <w:rFonts w:ascii="Garamond" w:hAnsi="Garamond"/>
          <w:b/>
          <w:i/>
          <w:sz w:val="18"/>
          <w:szCs w:val="18"/>
        </w:rPr>
        <w:t>)</w:t>
      </w:r>
    </w:p>
    <w:p w14:paraId="71A3BD45" w14:textId="77777777" w:rsidR="0044075F" w:rsidRDefault="0044075F" w:rsidP="0044075F">
      <w:pPr>
        <w:pBdr>
          <w:top w:val="single" w:sz="18" w:space="1" w:color="auto"/>
        </w:pBdr>
        <w:rPr>
          <w:rFonts w:ascii="Garamond" w:hAnsi="Garamond"/>
          <w:b/>
          <w:i/>
          <w:sz w:val="36"/>
          <w:szCs w:val="36"/>
        </w:rPr>
      </w:pPr>
      <w:r>
        <w:rPr>
          <w:rFonts w:ascii="Garamond" w:hAnsi="Garamond"/>
          <w:b/>
          <w:i/>
          <w:sz w:val="36"/>
          <w:szCs w:val="36"/>
        </w:rPr>
        <w:t xml:space="preserve">                      </w:t>
      </w:r>
    </w:p>
    <w:p w14:paraId="0777958C" w14:textId="42519245" w:rsidR="0084126F" w:rsidRDefault="008252C0" w:rsidP="0084126F">
      <w:pPr>
        <w:rPr>
          <w:b/>
          <w:i/>
        </w:rPr>
      </w:pPr>
      <w:r>
        <w:rPr>
          <w:b/>
          <w:i/>
        </w:rPr>
        <w:t>Verse</w:t>
      </w:r>
      <w:r w:rsidR="008B2654">
        <w:rPr>
          <w:b/>
          <w:i/>
        </w:rPr>
        <w:t xml:space="preserve"> </w:t>
      </w:r>
      <w:r w:rsidR="009F6B33">
        <w:rPr>
          <w:b/>
          <w:i/>
        </w:rPr>
        <w:t>1</w:t>
      </w:r>
      <w:r w:rsidR="00E36F9C">
        <w:rPr>
          <w:b/>
          <w:i/>
        </w:rPr>
        <w:t>:</w:t>
      </w:r>
    </w:p>
    <w:p w14:paraId="11B0C0E1" w14:textId="77777777" w:rsidR="0084126F" w:rsidRDefault="00BE5D85" w:rsidP="0084126F">
      <w:r>
        <w:t>Hope is the innocent freedom found in the eyes of a child</w:t>
      </w:r>
    </w:p>
    <w:p w14:paraId="44E420E0" w14:textId="77777777" w:rsidR="0084126F" w:rsidRPr="00BE5D85" w:rsidRDefault="00BE5D85" w:rsidP="0084126F">
      <w:r w:rsidRPr="00BE5D85">
        <w:t>Trusting</w:t>
      </w:r>
      <w:r>
        <w:t xml:space="preserve"> that love’s all </w:t>
      </w:r>
      <w:r w:rsidR="0054616C">
        <w:t>a</w:t>
      </w:r>
      <w:r>
        <w:t>round the</w:t>
      </w:r>
      <w:r w:rsidR="00790CAE">
        <w:t>m facing their fear with a smile</w:t>
      </w:r>
    </w:p>
    <w:p w14:paraId="7ECE007F" w14:textId="77777777" w:rsidR="002A0875" w:rsidRPr="00503921" w:rsidRDefault="00BE5D85" w:rsidP="0084126F">
      <w:r>
        <w:t>Somehow the years make us colder careful to cover their hearts</w:t>
      </w:r>
    </w:p>
    <w:p w14:paraId="3FF60125" w14:textId="77777777" w:rsidR="002A0875" w:rsidRDefault="008246A8" w:rsidP="0084126F">
      <w:r>
        <w:t>Only the hope of a Savior will keep us from falling apart</w:t>
      </w:r>
    </w:p>
    <w:p w14:paraId="5B96CFC4" w14:textId="77777777" w:rsidR="0084126F" w:rsidRDefault="0084126F" w:rsidP="0084126F"/>
    <w:p w14:paraId="43AD7E8D" w14:textId="77777777" w:rsidR="007654DA" w:rsidRDefault="007654DA" w:rsidP="0084126F"/>
    <w:p w14:paraId="71DCB3B9" w14:textId="77777777" w:rsidR="008252C0" w:rsidRPr="00503921" w:rsidRDefault="002A0875" w:rsidP="0084126F">
      <w:pPr>
        <w:rPr>
          <w:b/>
          <w:i/>
        </w:rPr>
      </w:pPr>
      <w:r w:rsidRPr="002A0875">
        <w:rPr>
          <w:b/>
          <w:i/>
        </w:rPr>
        <w:t>Chorus:</w:t>
      </w:r>
      <w:r w:rsidRPr="002A0875">
        <w:rPr>
          <w:b/>
        </w:rPr>
        <w:br/>
      </w:r>
      <w:r w:rsidR="008252C0">
        <w:t xml:space="preserve">Oh we need your hand of healing </w:t>
      </w:r>
      <w:r w:rsidR="00911A20">
        <w:t>We are broken and alone</w:t>
      </w:r>
    </w:p>
    <w:p w14:paraId="3AE7AB81" w14:textId="77777777" w:rsidR="0084126F" w:rsidRPr="00D154B4" w:rsidRDefault="008252C0" w:rsidP="0084126F">
      <w:pPr>
        <w:rPr>
          <w:b/>
        </w:rPr>
      </w:pPr>
      <w:r>
        <w:t>Like a rushing wind stir our hearts again</w:t>
      </w:r>
    </w:p>
    <w:p w14:paraId="64AB51E5" w14:textId="77777777" w:rsidR="008252C0" w:rsidRDefault="0054616C" w:rsidP="0084126F">
      <w:r>
        <w:t>With a</w:t>
      </w:r>
      <w:r w:rsidR="00E8261B">
        <w:t xml:space="preserve"> </w:t>
      </w:r>
      <w:r w:rsidR="00D7542C">
        <w:t>Miracle of Hope</w:t>
      </w:r>
    </w:p>
    <w:p w14:paraId="1B71BCD3" w14:textId="77777777" w:rsidR="008252C0" w:rsidRDefault="008252C0" w:rsidP="0084126F"/>
    <w:p w14:paraId="75659D13" w14:textId="4E652673" w:rsidR="00ED5EF0" w:rsidRPr="00503921" w:rsidRDefault="008252C0" w:rsidP="0084126F">
      <w:pPr>
        <w:rPr>
          <w:b/>
          <w:i/>
        </w:rPr>
      </w:pPr>
      <w:r w:rsidRPr="00D154B4">
        <w:rPr>
          <w:b/>
          <w:i/>
        </w:rPr>
        <w:t>Verse</w:t>
      </w:r>
      <w:r w:rsidR="008B2654">
        <w:rPr>
          <w:b/>
          <w:i/>
        </w:rPr>
        <w:t xml:space="preserve"> </w:t>
      </w:r>
      <w:r w:rsidRPr="00D154B4">
        <w:rPr>
          <w:b/>
          <w:i/>
        </w:rPr>
        <w:t>2</w:t>
      </w:r>
      <w:r w:rsidR="00E36F9C">
        <w:rPr>
          <w:b/>
          <w:i/>
        </w:rPr>
        <w:t>:</w:t>
      </w:r>
    </w:p>
    <w:p w14:paraId="5647EB78" w14:textId="77777777" w:rsidR="002A0875" w:rsidRDefault="008252C0" w:rsidP="0084126F">
      <w:r>
        <w:t xml:space="preserve">You promised never to leave us You know the places we hide  </w:t>
      </w:r>
    </w:p>
    <w:p w14:paraId="20214751" w14:textId="77777777" w:rsidR="00ED5EF0" w:rsidRDefault="00ED5EF0" w:rsidP="0084126F">
      <w:r>
        <w:t>Calling us out of the darkness offering grace and new life</w:t>
      </w:r>
    </w:p>
    <w:p w14:paraId="37B9B768" w14:textId="77777777" w:rsidR="00ED5EF0" w:rsidRPr="00ED5EF0" w:rsidRDefault="00ED5EF0" w:rsidP="0084126F">
      <w:pPr>
        <w:rPr>
          <w:b/>
        </w:rPr>
      </w:pPr>
      <w:r>
        <w:t>How can we run from your mercy why do we run from your love</w:t>
      </w:r>
    </w:p>
    <w:p w14:paraId="6ABDE779" w14:textId="77777777" w:rsidR="00ED5EF0" w:rsidRPr="00ED5EF0" w:rsidRDefault="00ED5EF0" w:rsidP="0084126F">
      <w:r>
        <w:t>When will we learn to be faithful trusting your love is enough</w:t>
      </w:r>
    </w:p>
    <w:p w14:paraId="1265ECDE" w14:textId="77777777" w:rsidR="007654DA" w:rsidRDefault="007654DA" w:rsidP="0084126F">
      <w:pPr>
        <w:rPr>
          <w:b/>
          <w:i/>
        </w:rPr>
      </w:pPr>
    </w:p>
    <w:p w14:paraId="6B3CC74E" w14:textId="77777777" w:rsidR="007654DA" w:rsidRDefault="007654DA" w:rsidP="0084126F">
      <w:pPr>
        <w:rPr>
          <w:b/>
          <w:i/>
        </w:rPr>
      </w:pPr>
    </w:p>
    <w:p w14:paraId="15B6E031" w14:textId="77777777" w:rsidR="008252C0" w:rsidRPr="00911A20" w:rsidRDefault="00911A20" w:rsidP="0084126F">
      <w:pPr>
        <w:rPr>
          <w:b/>
          <w:i/>
        </w:rPr>
      </w:pPr>
      <w:r w:rsidRPr="00911A20">
        <w:rPr>
          <w:b/>
          <w:i/>
        </w:rPr>
        <w:t>Repeat Chorus</w:t>
      </w:r>
      <w:r w:rsidR="007654DA">
        <w:rPr>
          <w:b/>
          <w:i/>
        </w:rPr>
        <w:t>:</w:t>
      </w:r>
    </w:p>
    <w:p w14:paraId="23C37E03" w14:textId="77777777" w:rsidR="00911A20" w:rsidRPr="00911A20" w:rsidRDefault="00911A20" w:rsidP="0084126F">
      <w:pPr>
        <w:rPr>
          <w:b/>
          <w:i/>
        </w:rPr>
      </w:pPr>
    </w:p>
    <w:p w14:paraId="1DC5F423" w14:textId="77777777" w:rsidR="0044075F" w:rsidRDefault="0044075F" w:rsidP="00911A20"/>
    <w:p w14:paraId="4E339B49" w14:textId="77777777" w:rsidR="00911A20" w:rsidRPr="00AA2E2B" w:rsidRDefault="00AA2E2B" w:rsidP="00911A20">
      <w:pPr>
        <w:rPr>
          <w:b/>
        </w:rPr>
      </w:pPr>
      <w:r w:rsidRPr="00AA2E2B">
        <w:rPr>
          <w:b/>
        </w:rPr>
        <w:t>Bridge:</w:t>
      </w:r>
    </w:p>
    <w:p w14:paraId="2CD91EAE" w14:textId="77777777" w:rsidR="00911A20" w:rsidRDefault="00911A20" w:rsidP="00911A20">
      <w:r>
        <w:t xml:space="preserve">You alone can save us </w:t>
      </w:r>
    </w:p>
    <w:p w14:paraId="207AC6EA" w14:textId="77777777" w:rsidR="00911A20" w:rsidRDefault="00911A20" w:rsidP="00911A20">
      <w:r>
        <w:t>You alone can set us free</w:t>
      </w:r>
    </w:p>
    <w:p w14:paraId="212DC059" w14:textId="77777777" w:rsidR="00911A20" w:rsidRDefault="00911A20" w:rsidP="00911A20"/>
    <w:p w14:paraId="66E1C201" w14:textId="46FE8728" w:rsidR="00911A20" w:rsidRDefault="00911A20" w:rsidP="00911A20">
      <w:pPr>
        <w:rPr>
          <w:b/>
          <w:i/>
        </w:rPr>
      </w:pPr>
      <w:r>
        <w:rPr>
          <w:b/>
          <w:i/>
        </w:rPr>
        <w:t>Chorus</w:t>
      </w:r>
      <w:r w:rsidR="007654DA">
        <w:rPr>
          <w:b/>
          <w:i/>
        </w:rPr>
        <w:t>:</w:t>
      </w:r>
      <w:r>
        <w:rPr>
          <w:b/>
          <w:i/>
        </w:rPr>
        <w:t xml:space="preserve">  </w:t>
      </w:r>
    </w:p>
    <w:p w14:paraId="7DDC8D88" w14:textId="2A4CF53C" w:rsidR="00D154B4" w:rsidRDefault="00271FE4" w:rsidP="00911A20">
      <w:r>
        <w:t>Oh,</w:t>
      </w:r>
      <w:r w:rsidR="0024119C">
        <w:t xml:space="preserve"> we need your hand </w:t>
      </w:r>
      <w:r w:rsidR="00D7542C">
        <w:t>of healing</w:t>
      </w:r>
      <w:r w:rsidR="00664FD6">
        <w:t xml:space="preserve"> </w:t>
      </w:r>
      <w:r w:rsidR="00D154B4">
        <w:t>We are broken and alone</w:t>
      </w:r>
    </w:p>
    <w:p w14:paraId="112E8D33" w14:textId="77777777" w:rsidR="00D154B4" w:rsidRPr="00171AF4" w:rsidRDefault="00171AF4" w:rsidP="00911A20">
      <w:pPr>
        <w:rPr>
          <w:b/>
        </w:rPr>
      </w:pPr>
      <w:r>
        <w:t>Like a rushing wind stir our hearts again</w:t>
      </w:r>
      <w:r w:rsidR="00FE0261">
        <w:t xml:space="preserve">  </w:t>
      </w:r>
    </w:p>
    <w:p w14:paraId="41EB9B7E" w14:textId="77777777" w:rsidR="00171AF4" w:rsidRPr="00171AF4" w:rsidRDefault="00171AF4" w:rsidP="00171AF4">
      <w:pPr>
        <w:rPr>
          <w:b/>
        </w:rPr>
      </w:pPr>
      <w:r>
        <w:t xml:space="preserve">With your </w:t>
      </w:r>
      <w:r w:rsidR="00D7542C">
        <w:t>Miracle of Hope</w:t>
      </w:r>
    </w:p>
    <w:p w14:paraId="06B912EF" w14:textId="77777777" w:rsidR="00171AF4" w:rsidRDefault="00171AF4" w:rsidP="00171AF4"/>
    <w:p w14:paraId="05180C5B" w14:textId="77777777" w:rsidR="00171AF4" w:rsidRDefault="00171AF4" w:rsidP="00171AF4">
      <w:pPr>
        <w:rPr>
          <w:b/>
          <w:i/>
        </w:rPr>
      </w:pPr>
      <w:r w:rsidRPr="00B1007D">
        <w:rPr>
          <w:b/>
          <w:i/>
        </w:rPr>
        <w:t>Repeat Chorus</w:t>
      </w:r>
      <w:r w:rsidR="00131BC2">
        <w:rPr>
          <w:b/>
          <w:i/>
        </w:rPr>
        <w:t>:</w:t>
      </w:r>
    </w:p>
    <w:p w14:paraId="069EB503" w14:textId="77777777" w:rsidR="00131BC2" w:rsidRDefault="00131BC2" w:rsidP="00171AF4">
      <w:pPr>
        <w:rPr>
          <w:b/>
          <w:i/>
        </w:rPr>
      </w:pPr>
    </w:p>
    <w:p w14:paraId="1192DF2D" w14:textId="77777777" w:rsidR="00610E88" w:rsidRDefault="00610E88" w:rsidP="00131BC2">
      <w:pPr>
        <w:rPr>
          <w:b/>
          <w:i/>
        </w:rPr>
      </w:pPr>
    </w:p>
    <w:p w14:paraId="4A8885D5" w14:textId="77777777" w:rsidR="00131BC2" w:rsidRDefault="00131BC2" w:rsidP="00131BC2">
      <w:pPr>
        <w:rPr>
          <w:b/>
          <w:i/>
        </w:rPr>
      </w:pPr>
      <w:r w:rsidRPr="00F4118C">
        <w:rPr>
          <w:b/>
          <w:i/>
        </w:rPr>
        <w:t>Coda/end</w:t>
      </w:r>
    </w:p>
    <w:p w14:paraId="728316F7" w14:textId="77777777" w:rsidR="00F4118C" w:rsidRPr="00D7542C" w:rsidRDefault="00B1007D" w:rsidP="00D7542C">
      <w:r>
        <w:t>With your</w:t>
      </w:r>
      <w:r w:rsidR="00664FD6">
        <w:t xml:space="preserve"> </w:t>
      </w:r>
      <w:r w:rsidR="00D7542C">
        <w:t>Miracle of Hope</w:t>
      </w:r>
    </w:p>
    <w:p w14:paraId="2A14F2B9" w14:textId="77777777" w:rsidR="0024119C" w:rsidRPr="00131BC2" w:rsidRDefault="00B1007D" w:rsidP="00911A20">
      <w:pPr>
        <w:rPr>
          <w:b/>
        </w:rPr>
      </w:pPr>
      <w:r>
        <w:rPr>
          <w:b/>
        </w:rPr>
        <w:t xml:space="preserve">             </w:t>
      </w:r>
      <w:r w:rsidR="0024119C">
        <w:rPr>
          <w:b/>
        </w:rPr>
        <w:t xml:space="preserve">                       </w:t>
      </w:r>
      <w:r w:rsidR="00B455FD">
        <w:rPr>
          <w:b/>
        </w:rPr>
        <w:t xml:space="preserve"> </w:t>
      </w:r>
      <w:r w:rsidR="00F4118C">
        <w:rPr>
          <w:b/>
        </w:rPr>
        <w:t xml:space="preserve">                    </w:t>
      </w:r>
      <w:r>
        <w:t xml:space="preserve"> </w:t>
      </w:r>
      <w:r w:rsidR="00535F0F">
        <w:t xml:space="preserve">    </w:t>
      </w:r>
      <w:r w:rsidR="00F4118C">
        <w:t xml:space="preserve">   </w:t>
      </w:r>
    </w:p>
    <w:p w14:paraId="00B079C1" w14:textId="77777777" w:rsidR="00A217D5" w:rsidRDefault="00A217D5" w:rsidP="00993EFC">
      <w:pPr>
        <w:rPr>
          <w:b/>
          <w:sz w:val="22"/>
          <w:szCs w:val="22"/>
        </w:rPr>
      </w:pPr>
    </w:p>
    <w:p w14:paraId="0D3B8CBA" w14:textId="77777777" w:rsidR="00A217D5" w:rsidRDefault="00A217D5" w:rsidP="00993EFC">
      <w:pPr>
        <w:rPr>
          <w:b/>
          <w:sz w:val="22"/>
          <w:szCs w:val="22"/>
        </w:rPr>
      </w:pPr>
    </w:p>
    <w:p w14:paraId="4092641C" w14:textId="77777777" w:rsidR="00A217D5" w:rsidRDefault="00A217D5" w:rsidP="00993EFC">
      <w:pPr>
        <w:rPr>
          <w:b/>
          <w:sz w:val="22"/>
          <w:szCs w:val="22"/>
        </w:rPr>
      </w:pPr>
    </w:p>
    <w:p w14:paraId="4B174F6A" w14:textId="77777777" w:rsidR="001F5259" w:rsidRPr="00D7542C" w:rsidRDefault="00993EFC" w:rsidP="00993EFC">
      <w:pPr>
        <w:rPr>
          <w:b/>
        </w:rPr>
      </w:pPr>
      <w:r w:rsidRPr="001F5259">
        <w:rPr>
          <w:b/>
          <w:sz w:val="22"/>
          <w:szCs w:val="22"/>
        </w:rPr>
        <w:t xml:space="preserve">© </w:t>
      </w:r>
      <w:r w:rsidRPr="001F5259">
        <w:rPr>
          <w:sz w:val="22"/>
          <w:szCs w:val="22"/>
        </w:rPr>
        <w:t>1999 Safe Place Music/ASCAP</w:t>
      </w:r>
    </w:p>
    <w:p w14:paraId="584E7172" w14:textId="77777777" w:rsidR="00993EFC" w:rsidRPr="001F5259" w:rsidRDefault="00171AF4" w:rsidP="00993EFC">
      <w:pPr>
        <w:rPr>
          <w:sz w:val="22"/>
          <w:szCs w:val="22"/>
        </w:rPr>
      </w:pPr>
      <w:r w:rsidRPr="001F5259">
        <w:rPr>
          <w:sz w:val="22"/>
          <w:szCs w:val="22"/>
        </w:rPr>
        <w:t>© 1999 Meline Music /</w:t>
      </w:r>
      <w:r w:rsidR="00993EFC" w:rsidRPr="001F5259">
        <w:rPr>
          <w:sz w:val="22"/>
          <w:szCs w:val="22"/>
        </w:rPr>
        <w:t>ASCAP</w:t>
      </w:r>
    </w:p>
    <w:p w14:paraId="5462F762" w14:textId="77777777" w:rsidR="00F4118C" w:rsidRPr="001F5259" w:rsidRDefault="00F4118C" w:rsidP="00911A20">
      <w:pPr>
        <w:rPr>
          <w:sz w:val="22"/>
          <w:szCs w:val="22"/>
        </w:rPr>
      </w:pPr>
    </w:p>
    <w:p w14:paraId="73B943B0" w14:textId="77777777" w:rsidR="00D154B4" w:rsidRDefault="00D154B4" w:rsidP="00911A20"/>
    <w:p w14:paraId="2566B605" w14:textId="77777777" w:rsidR="00D154B4" w:rsidRPr="00D154B4" w:rsidRDefault="00D154B4" w:rsidP="00911A20"/>
    <w:p w14:paraId="706193B0" w14:textId="77777777" w:rsidR="00911A20" w:rsidRPr="00911A20" w:rsidRDefault="00911A20" w:rsidP="00911A20">
      <w:pPr>
        <w:rPr>
          <w:b/>
          <w:i/>
        </w:rPr>
      </w:pPr>
    </w:p>
    <w:p w14:paraId="6A6BB7C7" w14:textId="77777777" w:rsidR="00911A20" w:rsidRDefault="00911A20" w:rsidP="00911A20"/>
    <w:p w14:paraId="41763C43" w14:textId="77777777" w:rsidR="00911A20" w:rsidRDefault="00911A20" w:rsidP="00911A20">
      <w:pPr>
        <w:rPr>
          <w:rFonts w:ascii="Garamond" w:hAnsi="Garamond"/>
          <w:b/>
          <w:sz w:val="18"/>
          <w:szCs w:val="18"/>
        </w:rPr>
      </w:pPr>
    </w:p>
    <w:p w14:paraId="6FF2B08D" w14:textId="77777777" w:rsidR="0044075F" w:rsidRDefault="0044075F" w:rsidP="00871E4D">
      <w:pPr>
        <w:rPr>
          <w:rFonts w:ascii="Garamond" w:hAnsi="Garamond"/>
          <w:b/>
          <w:sz w:val="18"/>
          <w:szCs w:val="18"/>
        </w:rPr>
      </w:pPr>
    </w:p>
    <w:p w14:paraId="4C6C05BC" w14:textId="77777777" w:rsidR="0044075F" w:rsidRDefault="0044075F" w:rsidP="00702652">
      <w:pPr>
        <w:jc w:val="center"/>
        <w:rPr>
          <w:rFonts w:ascii="Garamond" w:hAnsi="Garamond"/>
          <w:b/>
          <w:sz w:val="18"/>
          <w:szCs w:val="18"/>
        </w:rPr>
      </w:pPr>
    </w:p>
    <w:p w14:paraId="6724E884" w14:textId="77777777" w:rsidR="0084126F" w:rsidRPr="0044075F" w:rsidRDefault="0084126F" w:rsidP="00871E4D">
      <w:pPr>
        <w:rPr>
          <w:rFonts w:ascii="Garamond" w:hAnsi="Garamond"/>
          <w:b/>
          <w:sz w:val="18"/>
          <w:szCs w:val="18"/>
        </w:rPr>
      </w:pPr>
    </w:p>
    <w:sectPr w:rsidR="0084126F" w:rsidRPr="0044075F" w:rsidSect="00A217D5">
      <w:footerReference w:type="default" r:id="rId6"/>
      <w:pgSz w:w="12240" w:h="15840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D68A6" w14:textId="77777777" w:rsidR="00243183" w:rsidRDefault="00243183">
      <w:r>
        <w:separator/>
      </w:r>
    </w:p>
  </w:endnote>
  <w:endnote w:type="continuationSeparator" w:id="0">
    <w:p w14:paraId="1E1B7C1A" w14:textId="77777777" w:rsidR="00243183" w:rsidRDefault="00243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66A9D" w14:textId="77777777" w:rsidR="00B0541E" w:rsidRDefault="00B0541E" w:rsidP="006F684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B1074" w14:textId="77777777" w:rsidR="00243183" w:rsidRDefault="00243183">
      <w:r>
        <w:separator/>
      </w:r>
    </w:p>
  </w:footnote>
  <w:footnote w:type="continuationSeparator" w:id="0">
    <w:p w14:paraId="7AB786AF" w14:textId="77777777" w:rsidR="00243183" w:rsidRDefault="002431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47B"/>
    <w:rsid w:val="0002136F"/>
    <w:rsid w:val="0007312C"/>
    <w:rsid w:val="00131865"/>
    <w:rsid w:val="00131BC2"/>
    <w:rsid w:val="00136640"/>
    <w:rsid w:val="001674E3"/>
    <w:rsid w:val="00171AF4"/>
    <w:rsid w:val="001C4925"/>
    <w:rsid w:val="001F5259"/>
    <w:rsid w:val="00205859"/>
    <w:rsid w:val="0024119C"/>
    <w:rsid w:val="00243183"/>
    <w:rsid w:val="00247A14"/>
    <w:rsid w:val="00250AAB"/>
    <w:rsid w:val="00271FE4"/>
    <w:rsid w:val="002A0875"/>
    <w:rsid w:val="002B011C"/>
    <w:rsid w:val="002B483D"/>
    <w:rsid w:val="002E4F5A"/>
    <w:rsid w:val="00320820"/>
    <w:rsid w:val="0044075F"/>
    <w:rsid w:val="004448AC"/>
    <w:rsid w:val="00453123"/>
    <w:rsid w:val="004A66EB"/>
    <w:rsid w:val="004E05AF"/>
    <w:rsid w:val="005023E6"/>
    <w:rsid w:val="00503921"/>
    <w:rsid w:val="00535F0F"/>
    <w:rsid w:val="0054616C"/>
    <w:rsid w:val="005704F0"/>
    <w:rsid w:val="005746E3"/>
    <w:rsid w:val="00610E88"/>
    <w:rsid w:val="00664FD6"/>
    <w:rsid w:val="006735F4"/>
    <w:rsid w:val="006C5140"/>
    <w:rsid w:val="006F6846"/>
    <w:rsid w:val="00702652"/>
    <w:rsid w:val="00710207"/>
    <w:rsid w:val="00735630"/>
    <w:rsid w:val="00751C0F"/>
    <w:rsid w:val="007654DA"/>
    <w:rsid w:val="00790CAE"/>
    <w:rsid w:val="008246A8"/>
    <w:rsid w:val="008252C0"/>
    <w:rsid w:val="0084126F"/>
    <w:rsid w:val="0084794C"/>
    <w:rsid w:val="00871E4D"/>
    <w:rsid w:val="008B2654"/>
    <w:rsid w:val="00911A20"/>
    <w:rsid w:val="00937698"/>
    <w:rsid w:val="00942A19"/>
    <w:rsid w:val="00991BB0"/>
    <w:rsid w:val="00993EFC"/>
    <w:rsid w:val="009E2B48"/>
    <w:rsid w:val="009F6B33"/>
    <w:rsid w:val="00A0167E"/>
    <w:rsid w:val="00A203FC"/>
    <w:rsid w:val="00A217D5"/>
    <w:rsid w:val="00A2547B"/>
    <w:rsid w:val="00A34320"/>
    <w:rsid w:val="00A64E2E"/>
    <w:rsid w:val="00A756ED"/>
    <w:rsid w:val="00AA2E2B"/>
    <w:rsid w:val="00AD655A"/>
    <w:rsid w:val="00B0541E"/>
    <w:rsid w:val="00B1007D"/>
    <w:rsid w:val="00B21677"/>
    <w:rsid w:val="00B455FD"/>
    <w:rsid w:val="00B5707A"/>
    <w:rsid w:val="00B67EB0"/>
    <w:rsid w:val="00B70F03"/>
    <w:rsid w:val="00B958B9"/>
    <w:rsid w:val="00BE5D85"/>
    <w:rsid w:val="00D154B4"/>
    <w:rsid w:val="00D2154C"/>
    <w:rsid w:val="00D22D68"/>
    <w:rsid w:val="00D530CD"/>
    <w:rsid w:val="00D7542C"/>
    <w:rsid w:val="00DA733A"/>
    <w:rsid w:val="00E36749"/>
    <w:rsid w:val="00E36F9C"/>
    <w:rsid w:val="00E7154D"/>
    <w:rsid w:val="00E8261B"/>
    <w:rsid w:val="00EA31C1"/>
    <w:rsid w:val="00EC0339"/>
    <w:rsid w:val="00EC0BE3"/>
    <w:rsid w:val="00EC664C"/>
    <w:rsid w:val="00ED5EF0"/>
    <w:rsid w:val="00F012B8"/>
    <w:rsid w:val="00F4118C"/>
    <w:rsid w:val="00FE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39912"/>
  <w15:docId w15:val="{CF481593-D26E-474E-84C6-0F700D32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4F5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F68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6846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7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ele\Documents\Char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C:\Users\Michele\Documents\Chart Template.dot</Template>
  <TotalTime>9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Hungry</vt:lpstr>
    </vt:vector>
  </TitlesOfParts>
  <Company>CVCC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Hungry</dc:title>
  <dc:creator>Michele</dc:creator>
  <cp:lastModifiedBy>Michele Jacobsen</cp:lastModifiedBy>
  <cp:revision>10</cp:revision>
  <cp:lastPrinted>2009-10-26T05:17:00Z</cp:lastPrinted>
  <dcterms:created xsi:type="dcterms:W3CDTF">2012-05-17T17:51:00Z</dcterms:created>
  <dcterms:modified xsi:type="dcterms:W3CDTF">2025-11-15T21:35:00Z</dcterms:modified>
</cp:coreProperties>
</file>